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985"/>
        <w:gridCol w:w="4986"/>
      </w:tblGrid>
      <w:tr w:rsidR="00C81F6F" w14:paraId="51671867" w14:textId="77777777" w:rsidTr="00DB6F11">
        <w:trPr>
          <w:trHeight w:val="435"/>
        </w:trPr>
        <w:tc>
          <w:tcPr>
            <w:tcW w:w="9971" w:type="dxa"/>
            <w:gridSpan w:val="2"/>
            <w:shd w:val="clear" w:color="auto" w:fill="FFFFFF" w:themeFill="background1"/>
            <w:vAlign w:val="center"/>
          </w:tcPr>
          <w:p w14:paraId="5C76B769" w14:textId="34E3739A" w:rsidR="00C81F6F" w:rsidRPr="00267DE8" w:rsidRDefault="00C81F6F" w:rsidP="008C2DF1">
            <w:pPr>
              <w:jc w:val="center"/>
              <w:rPr>
                <w:rFonts w:cstheme="minorHAnsi"/>
                <w:b/>
                <w:bCs/>
              </w:rPr>
            </w:pPr>
            <w:r w:rsidRPr="009C1E50">
              <w:rPr>
                <w:rFonts w:cstheme="minorHAnsi"/>
                <w:b/>
                <w:bCs/>
                <w:sz w:val="32"/>
                <w:szCs w:val="32"/>
              </w:rPr>
              <w:t>Töö nr P2</w:t>
            </w:r>
            <w:r w:rsidR="003C71CC">
              <w:rPr>
                <w:rFonts w:cstheme="minorHAnsi"/>
                <w:b/>
                <w:bCs/>
                <w:sz w:val="32"/>
                <w:szCs w:val="32"/>
              </w:rPr>
              <w:t>5</w:t>
            </w:r>
            <w:r w:rsidRPr="009C1E50">
              <w:rPr>
                <w:rFonts w:cstheme="minorHAnsi"/>
                <w:b/>
                <w:bCs/>
                <w:sz w:val="32"/>
                <w:szCs w:val="32"/>
              </w:rPr>
              <w:t>00</w:t>
            </w:r>
            <w:r w:rsidR="003C71CC">
              <w:rPr>
                <w:rFonts w:cstheme="minorHAnsi"/>
                <w:b/>
                <w:bCs/>
                <w:sz w:val="32"/>
                <w:szCs w:val="32"/>
              </w:rPr>
              <w:t>8</w:t>
            </w:r>
          </w:p>
        </w:tc>
      </w:tr>
      <w:tr w:rsidR="00C81F6F" w14:paraId="1489E1E9" w14:textId="77777777" w:rsidTr="00DB6F11">
        <w:trPr>
          <w:trHeight w:val="862"/>
        </w:trPr>
        <w:tc>
          <w:tcPr>
            <w:tcW w:w="9971" w:type="dxa"/>
            <w:gridSpan w:val="2"/>
            <w:shd w:val="clear" w:color="auto" w:fill="FFFFFF" w:themeFill="background1"/>
          </w:tcPr>
          <w:p w14:paraId="7B1FF86A" w14:textId="77777777" w:rsidR="00C81F6F" w:rsidRDefault="00C81F6F"/>
        </w:tc>
      </w:tr>
      <w:tr w:rsidR="008C2DF1" w14:paraId="5B01D9F6" w14:textId="77777777" w:rsidTr="00DB6F11">
        <w:trPr>
          <w:trHeight w:val="314"/>
        </w:trPr>
        <w:tc>
          <w:tcPr>
            <w:tcW w:w="9971" w:type="dxa"/>
            <w:gridSpan w:val="2"/>
            <w:shd w:val="clear" w:color="auto" w:fill="FFFFFF" w:themeFill="background1"/>
          </w:tcPr>
          <w:p w14:paraId="08AC7499" w14:textId="0D522514" w:rsidR="008C2DF1" w:rsidRPr="008C2DF1" w:rsidRDefault="003C71CC" w:rsidP="008C2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11105 Kiiu-Soodla </w:t>
            </w:r>
            <w:proofErr w:type="gramStart"/>
            <w:r>
              <w:rPr>
                <w:sz w:val="28"/>
                <w:szCs w:val="28"/>
              </w:rPr>
              <w:t>tee</w:t>
            </w:r>
            <w:proofErr w:type="gramEnd"/>
          </w:p>
        </w:tc>
      </w:tr>
      <w:tr w:rsidR="00A33D1D" w14:paraId="18A2C026" w14:textId="77777777" w:rsidTr="00DB6F11">
        <w:trPr>
          <w:trHeight w:val="314"/>
        </w:trPr>
        <w:tc>
          <w:tcPr>
            <w:tcW w:w="9971" w:type="dxa"/>
            <w:gridSpan w:val="2"/>
            <w:shd w:val="clear" w:color="auto" w:fill="FFFFFF" w:themeFill="background1"/>
          </w:tcPr>
          <w:p w14:paraId="71139E09" w14:textId="77777777" w:rsidR="00A33D1D" w:rsidRPr="008C2DF1" w:rsidRDefault="00A33D1D" w:rsidP="00A33D1D">
            <w:pPr>
              <w:jc w:val="center"/>
              <w:rPr>
                <w:sz w:val="28"/>
                <w:szCs w:val="28"/>
              </w:rPr>
            </w:pPr>
            <w:r w:rsidRPr="008C2DF1">
              <w:rPr>
                <w:sz w:val="28"/>
                <w:szCs w:val="28"/>
              </w:rPr>
              <w:t>Kiiu alevik, Kuusalu vald</w:t>
            </w:r>
          </w:p>
        </w:tc>
      </w:tr>
      <w:tr w:rsidR="00A33D1D" w14:paraId="6DB9F0E4" w14:textId="77777777" w:rsidTr="00DB6F11">
        <w:trPr>
          <w:trHeight w:val="314"/>
        </w:trPr>
        <w:tc>
          <w:tcPr>
            <w:tcW w:w="9971" w:type="dxa"/>
            <w:gridSpan w:val="2"/>
            <w:shd w:val="clear" w:color="auto" w:fill="FFFFFF" w:themeFill="background1"/>
          </w:tcPr>
          <w:p w14:paraId="36B23577" w14:textId="77777777" w:rsidR="00A33D1D" w:rsidRPr="008C2DF1" w:rsidRDefault="00A33D1D" w:rsidP="00A33D1D">
            <w:pPr>
              <w:jc w:val="center"/>
              <w:rPr>
                <w:sz w:val="28"/>
                <w:szCs w:val="28"/>
              </w:rPr>
            </w:pPr>
            <w:r w:rsidRPr="008C2DF1">
              <w:rPr>
                <w:sz w:val="28"/>
                <w:szCs w:val="28"/>
              </w:rPr>
              <w:t>Harju maakond</w:t>
            </w:r>
          </w:p>
        </w:tc>
      </w:tr>
      <w:tr w:rsidR="00A33D1D" w14:paraId="7783E1E0" w14:textId="77777777" w:rsidTr="00DB6F11">
        <w:trPr>
          <w:trHeight w:val="1652"/>
        </w:trPr>
        <w:tc>
          <w:tcPr>
            <w:tcW w:w="9971" w:type="dxa"/>
            <w:gridSpan w:val="2"/>
            <w:shd w:val="clear" w:color="auto" w:fill="FFFFFF" w:themeFill="background1"/>
          </w:tcPr>
          <w:p w14:paraId="115B52CB" w14:textId="77777777" w:rsidR="00A33D1D" w:rsidRPr="008C2DF1" w:rsidRDefault="00A33D1D" w:rsidP="00A33D1D">
            <w:pPr>
              <w:jc w:val="center"/>
              <w:rPr>
                <w:sz w:val="28"/>
                <w:szCs w:val="28"/>
              </w:rPr>
            </w:pPr>
          </w:p>
        </w:tc>
      </w:tr>
      <w:tr w:rsidR="00A33D1D" w14:paraId="77283657" w14:textId="77777777" w:rsidTr="00DB6F11">
        <w:trPr>
          <w:trHeight w:val="314"/>
        </w:trPr>
        <w:tc>
          <w:tcPr>
            <w:tcW w:w="9971" w:type="dxa"/>
            <w:gridSpan w:val="2"/>
            <w:shd w:val="clear" w:color="auto" w:fill="FFFFFF" w:themeFill="background1"/>
          </w:tcPr>
          <w:p w14:paraId="197D4E0E" w14:textId="1AAE67E4" w:rsidR="00A33D1D" w:rsidRPr="00A33D1D" w:rsidRDefault="00A33D1D" w:rsidP="00A33D1D">
            <w:pPr>
              <w:jc w:val="center"/>
              <w:rPr>
                <w:b/>
                <w:bCs/>
                <w:sz w:val="28"/>
                <w:szCs w:val="28"/>
              </w:rPr>
            </w:pPr>
            <w:r w:rsidRPr="006F2552">
              <w:rPr>
                <w:b/>
                <w:bCs/>
                <w:sz w:val="40"/>
                <w:szCs w:val="40"/>
              </w:rPr>
              <w:t xml:space="preserve">MÕISA TEE </w:t>
            </w:r>
            <w:r w:rsidR="003C71CC">
              <w:rPr>
                <w:b/>
                <w:bCs/>
                <w:sz w:val="40"/>
                <w:szCs w:val="40"/>
              </w:rPr>
              <w:t>KATENDI TAASTAMINE</w:t>
            </w:r>
          </w:p>
        </w:tc>
      </w:tr>
      <w:tr w:rsidR="00A33D1D" w14:paraId="57E93338" w14:textId="77777777" w:rsidTr="00DB6F11">
        <w:trPr>
          <w:trHeight w:val="314"/>
        </w:trPr>
        <w:tc>
          <w:tcPr>
            <w:tcW w:w="9971" w:type="dxa"/>
            <w:gridSpan w:val="2"/>
            <w:shd w:val="clear" w:color="auto" w:fill="FFFFFF" w:themeFill="background1"/>
          </w:tcPr>
          <w:p w14:paraId="5CB99DD7" w14:textId="77777777" w:rsidR="00A33D1D" w:rsidRPr="008C2DF1" w:rsidRDefault="00A33D1D" w:rsidP="00A33D1D">
            <w:pPr>
              <w:jc w:val="center"/>
              <w:rPr>
                <w:sz w:val="28"/>
                <w:szCs w:val="28"/>
              </w:rPr>
            </w:pPr>
          </w:p>
        </w:tc>
      </w:tr>
      <w:tr w:rsidR="00A33D1D" w14:paraId="5A6B6375" w14:textId="77777777" w:rsidTr="00DB6F11">
        <w:trPr>
          <w:trHeight w:val="314"/>
        </w:trPr>
        <w:tc>
          <w:tcPr>
            <w:tcW w:w="9971" w:type="dxa"/>
            <w:gridSpan w:val="2"/>
            <w:shd w:val="clear" w:color="auto" w:fill="FFFFFF" w:themeFill="background1"/>
          </w:tcPr>
          <w:p w14:paraId="285EDDB0" w14:textId="77777777" w:rsidR="00A33D1D" w:rsidRPr="00267DE8" w:rsidRDefault="00A33D1D" w:rsidP="00A33D1D">
            <w:pPr>
              <w:jc w:val="center"/>
              <w:rPr>
                <w:b/>
                <w:bCs/>
                <w:sz w:val="28"/>
                <w:szCs w:val="28"/>
              </w:rPr>
            </w:pPr>
            <w:r w:rsidRPr="006F2552">
              <w:rPr>
                <w:b/>
                <w:bCs/>
                <w:sz w:val="40"/>
                <w:szCs w:val="40"/>
              </w:rPr>
              <w:t>Põhiprojekt</w:t>
            </w:r>
          </w:p>
        </w:tc>
      </w:tr>
      <w:tr w:rsidR="00A33D1D" w14:paraId="1A4B3FD3" w14:textId="77777777" w:rsidTr="00DB6F11">
        <w:trPr>
          <w:trHeight w:val="1280"/>
        </w:trPr>
        <w:tc>
          <w:tcPr>
            <w:tcW w:w="9971" w:type="dxa"/>
            <w:gridSpan w:val="2"/>
            <w:shd w:val="clear" w:color="auto" w:fill="FFFFFF" w:themeFill="background1"/>
          </w:tcPr>
          <w:p w14:paraId="64D35405" w14:textId="77777777" w:rsidR="00A33D1D" w:rsidRPr="008C2DF1" w:rsidRDefault="00A33D1D" w:rsidP="00A33D1D">
            <w:pPr>
              <w:jc w:val="center"/>
              <w:rPr>
                <w:sz w:val="28"/>
                <w:szCs w:val="28"/>
              </w:rPr>
            </w:pPr>
          </w:p>
        </w:tc>
      </w:tr>
      <w:tr w:rsidR="00A33D1D" w14:paraId="3A36EC58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53DC4CBB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</w:tcPr>
          <w:p w14:paraId="45787BEC" w14:textId="77777777" w:rsidR="00A33D1D" w:rsidRPr="00422BCB" w:rsidRDefault="00A33D1D" w:rsidP="00A33D1D">
            <w:pPr>
              <w:rPr>
                <w:rFonts w:cstheme="minorHAnsi"/>
                <w:b/>
                <w:bCs/>
              </w:rPr>
            </w:pPr>
            <w:r w:rsidRPr="00422BCB">
              <w:rPr>
                <w:rFonts w:cstheme="minorHAnsi"/>
                <w:b/>
                <w:bCs/>
              </w:rPr>
              <w:t>Tellija:</w:t>
            </w:r>
          </w:p>
        </w:tc>
      </w:tr>
      <w:tr w:rsidR="00A33D1D" w14:paraId="4A7FB415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6815BD1D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</w:tcPr>
          <w:p w14:paraId="2504F6E0" w14:textId="77777777" w:rsidR="00A33D1D" w:rsidRPr="00422BCB" w:rsidRDefault="00A33D1D" w:rsidP="00A33D1D">
            <w:pPr>
              <w:rPr>
                <w:rFonts w:cstheme="minorHAnsi"/>
              </w:rPr>
            </w:pPr>
          </w:p>
        </w:tc>
      </w:tr>
      <w:tr w:rsidR="00A33D1D" w14:paraId="6A23C87E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202C7920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652F7EE3" w14:textId="77777777" w:rsidR="00A33D1D" w:rsidRPr="00422BCB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>SR Veod OÜ</w:t>
            </w:r>
          </w:p>
        </w:tc>
      </w:tr>
      <w:tr w:rsidR="00A33D1D" w14:paraId="0E81B310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79CF778A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2729ED4F" w14:textId="77777777" w:rsidR="00A33D1D" w:rsidRPr="00422BCB" w:rsidRDefault="009C1E50" w:rsidP="00A33D1D">
            <w:pPr>
              <w:rPr>
                <w:rFonts w:cstheme="minorHAnsi"/>
              </w:rPr>
            </w:pPr>
            <w:r>
              <w:rPr>
                <w:rFonts w:cstheme="minorHAnsi"/>
              </w:rPr>
              <w:t>Lehe tn 4, Kiiu, Kuusalu vald, Harjumaa 74604</w:t>
            </w:r>
          </w:p>
        </w:tc>
      </w:tr>
      <w:tr w:rsidR="00A33D1D" w14:paraId="3B79FE77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20BF2B9B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0D1BFA1E" w14:textId="77777777" w:rsidR="00A33D1D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>Reg</w:t>
            </w:r>
            <w:r w:rsidR="009C1E50">
              <w:rPr>
                <w:rFonts w:cstheme="minorHAnsi"/>
              </w:rPr>
              <w:t xml:space="preserve"> nr 10674337</w:t>
            </w:r>
          </w:p>
          <w:p w14:paraId="60F89506" w14:textId="395A05F6" w:rsidR="00C43D0A" w:rsidRPr="00422BCB" w:rsidRDefault="00C43D0A" w:rsidP="00A33D1D">
            <w:pPr>
              <w:rPr>
                <w:rFonts w:cstheme="minorHAnsi"/>
              </w:rPr>
            </w:pPr>
            <w:r>
              <w:rPr>
                <w:rFonts w:cstheme="minorHAnsi"/>
              </w:rPr>
              <w:t>Kontaktisik: Siim Kompost</w:t>
            </w:r>
          </w:p>
        </w:tc>
      </w:tr>
      <w:tr w:rsidR="00A33D1D" w14:paraId="7AA0A862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5223FBAA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497A79D4" w14:textId="77777777" w:rsidR="00A33D1D" w:rsidRPr="00422BCB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 xml:space="preserve">Tel </w:t>
            </w:r>
            <w:r w:rsidR="009C1E50">
              <w:rPr>
                <w:rFonts w:cstheme="minorHAnsi"/>
              </w:rPr>
              <w:t>505 5309</w:t>
            </w:r>
          </w:p>
        </w:tc>
      </w:tr>
      <w:tr w:rsidR="00A33D1D" w14:paraId="58020E70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0068A6CD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49D3A8DD" w14:textId="77777777" w:rsidR="00A33D1D" w:rsidRPr="00422BCB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>e-post</w:t>
            </w:r>
            <w:r w:rsidR="006F2552">
              <w:rPr>
                <w:rFonts w:cstheme="minorHAnsi"/>
              </w:rPr>
              <w:t>:</w:t>
            </w:r>
            <w:r w:rsidR="009C1E50">
              <w:rPr>
                <w:rFonts w:cstheme="minorHAnsi"/>
              </w:rPr>
              <w:t xml:space="preserve"> info@srveod.ee</w:t>
            </w:r>
          </w:p>
        </w:tc>
      </w:tr>
      <w:tr w:rsidR="00A33D1D" w14:paraId="636F7DF6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61F0B2FB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6A0F2E48" w14:textId="77777777" w:rsidR="00A33D1D" w:rsidRPr="00422BCB" w:rsidRDefault="00A33D1D" w:rsidP="00A33D1D">
            <w:pPr>
              <w:rPr>
                <w:rFonts w:cstheme="minorHAnsi"/>
              </w:rPr>
            </w:pPr>
          </w:p>
        </w:tc>
      </w:tr>
      <w:tr w:rsidR="00A33D1D" w14:paraId="15EC96E9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47401F3B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01FB049C" w14:textId="77777777" w:rsidR="00A33D1D" w:rsidRPr="00422BCB" w:rsidRDefault="00A33D1D" w:rsidP="00A33D1D">
            <w:pPr>
              <w:rPr>
                <w:rFonts w:cstheme="minorHAnsi"/>
              </w:rPr>
            </w:pPr>
          </w:p>
        </w:tc>
      </w:tr>
      <w:tr w:rsidR="00A33D1D" w14:paraId="1AA7C496" w14:textId="77777777" w:rsidTr="00DB6F11">
        <w:trPr>
          <w:trHeight w:val="247"/>
        </w:trPr>
        <w:tc>
          <w:tcPr>
            <w:tcW w:w="4985" w:type="dxa"/>
            <w:shd w:val="clear" w:color="auto" w:fill="FFFFFF" w:themeFill="background1"/>
          </w:tcPr>
          <w:p w14:paraId="30663201" w14:textId="77777777" w:rsidR="00A33D1D" w:rsidRPr="00422BCB" w:rsidRDefault="00A33D1D" w:rsidP="00A33D1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5B99142C" w14:textId="77777777" w:rsidR="00A33D1D" w:rsidRPr="00422BCB" w:rsidRDefault="00A33D1D" w:rsidP="00A33D1D">
            <w:pPr>
              <w:rPr>
                <w:rFonts w:cstheme="minorHAnsi"/>
                <w:b/>
                <w:bCs/>
              </w:rPr>
            </w:pPr>
            <w:r w:rsidRPr="00422BCB">
              <w:rPr>
                <w:rFonts w:cstheme="minorHAnsi"/>
                <w:b/>
                <w:bCs/>
              </w:rPr>
              <w:t>Töövõtja:</w:t>
            </w:r>
          </w:p>
        </w:tc>
      </w:tr>
      <w:tr w:rsidR="00A33D1D" w14:paraId="2C2358AB" w14:textId="77777777" w:rsidTr="001E566F">
        <w:trPr>
          <w:trHeight w:val="249"/>
        </w:trPr>
        <w:tc>
          <w:tcPr>
            <w:tcW w:w="4985" w:type="dxa"/>
            <w:shd w:val="clear" w:color="auto" w:fill="FFFFFF" w:themeFill="background1"/>
          </w:tcPr>
          <w:p w14:paraId="312D77D9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385B9301" w14:textId="77777777" w:rsidR="00A33D1D" w:rsidRPr="00422BCB" w:rsidRDefault="00A33D1D" w:rsidP="00A33D1D">
            <w:pPr>
              <w:rPr>
                <w:rFonts w:cstheme="minorHAnsi"/>
              </w:rPr>
            </w:pPr>
          </w:p>
        </w:tc>
      </w:tr>
      <w:tr w:rsidR="00A33D1D" w14:paraId="5B861847" w14:textId="77777777" w:rsidTr="001E566F">
        <w:trPr>
          <w:trHeight w:val="249"/>
        </w:trPr>
        <w:tc>
          <w:tcPr>
            <w:tcW w:w="4985" w:type="dxa"/>
            <w:shd w:val="clear" w:color="auto" w:fill="FFFFFF" w:themeFill="background1"/>
          </w:tcPr>
          <w:p w14:paraId="630D60A6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1341B9EB" w14:textId="77777777" w:rsidR="00A33D1D" w:rsidRPr="00422BCB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>Markelin Project OÜ</w:t>
            </w:r>
          </w:p>
        </w:tc>
      </w:tr>
      <w:tr w:rsidR="00A33D1D" w14:paraId="076CBE5D" w14:textId="77777777" w:rsidTr="001E566F">
        <w:trPr>
          <w:trHeight w:val="249"/>
        </w:trPr>
        <w:tc>
          <w:tcPr>
            <w:tcW w:w="4985" w:type="dxa"/>
            <w:shd w:val="clear" w:color="auto" w:fill="FFFFFF" w:themeFill="background1"/>
          </w:tcPr>
          <w:p w14:paraId="425E4691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35C5FC4C" w14:textId="626D0398" w:rsidR="00A33D1D" w:rsidRPr="00422BCB" w:rsidRDefault="00DB6F11" w:rsidP="00A33D1D">
            <w:pPr>
              <w:rPr>
                <w:rFonts w:cstheme="minorHAnsi"/>
              </w:rPr>
            </w:pPr>
            <w:r>
              <w:rPr>
                <w:rFonts w:cstheme="minorHAnsi"/>
              </w:rPr>
              <w:t>Põdra tn 4</w:t>
            </w:r>
            <w:r w:rsidR="00A33D1D" w:rsidRPr="00422BCB">
              <w:rPr>
                <w:rFonts w:cstheme="minorHAnsi"/>
              </w:rPr>
              <w:t xml:space="preserve">, </w:t>
            </w:r>
            <w:r w:rsidR="006E03AF">
              <w:rPr>
                <w:rFonts w:cstheme="minorHAnsi"/>
              </w:rPr>
              <w:t>Saku</w:t>
            </w:r>
            <w:r>
              <w:rPr>
                <w:rFonts w:cstheme="minorHAnsi"/>
              </w:rPr>
              <w:t xml:space="preserve"> alevik</w:t>
            </w:r>
            <w:r w:rsidR="00A33D1D" w:rsidRPr="00422BCB">
              <w:rPr>
                <w:rFonts w:cstheme="minorHAnsi"/>
              </w:rPr>
              <w:t xml:space="preserve">, </w:t>
            </w:r>
            <w:r w:rsidR="00CB38DB">
              <w:rPr>
                <w:rFonts w:cstheme="minorHAnsi"/>
              </w:rPr>
              <w:t>Saku</w:t>
            </w:r>
            <w:r w:rsidR="00A33D1D" w:rsidRPr="00422BCB">
              <w:rPr>
                <w:rFonts w:cstheme="minorHAnsi"/>
              </w:rPr>
              <w:t xml:space="preserve"> vald, Harju</w:t>
            </w:r>
            <w:r w:rsidR="00285300">
              <w:rPr>
                <w:rFonts w:cstheme="minorHAnsi"/>
              </w:rPr>
              <w:t>maa</w:t>
            </w:r>
            <w:r>
              <w:rPr>
                <w:rFonts w:cstheme="minorHAnsi"/>
              </w:rPr>
              <w:t xml:space="preserve"> 75501</w:t>
            </w:r>
          </w:p>
        </w:tc>
      </w:tr>
      <w:tr w:rsidR="00A33D1D" w14:paraId="7E59A4E9" w14:textId="77777777" w:rsidTr="001E566F">
        <w:trPr>
          <w:trHeight w:val="249"/>
        </w:trPr>
        <w:tc>
          <w:tcPr>
            <w:tcW w:w="4985" w:type="dxa"/>
            <w:shd w:val="clear" w:color="auto" w:fill="FFFFFF" w:themeFill="background1"/>
          </w:tcPr>
          <w:p w14:paraId="71CFA596" w14:textId="77777777" w:rsidR="00A33D1D" w:rsidRPr="00422BCB" w:rsidRDefault="00A33D1D" w:rsidP="00A33D1D">
            <w:pPr>
              <w:jc w:val="center"/>
              <w:rPr>
                <w:rFonts w:cstheme="minorHAnsi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46106759" w14:textId="77777777" w:rsidR="00A33D1D" w:rsidRPr="00422BCB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>Reg nr 14680783</w:t>
            </w:r>
          </w:p>
        </w:tc>
      </w:tr>
      <w:tr w:rsidR="00A33D1D" w14:paraId="712C5DD1" w14:textId="77777777" w:rsidTr="001E566F">
        <w:trPr>
          <w:trHeight w:val="249"/>
        </w:trPr>
        <w:tc>
          <w:tcPr>
            <w:tcW w:w="4985" w:type="dxa"/>
            <w:shd w:val="clear" w:color="auto" w:fill="FFFFFF" w:themeFill="background1"/>
          </w:tcPr>
          <w:p w14:paraId="501867D8" w14:textId="77777777" w:rsidR="00A33D1D" w:rsidRPr="008C2DF1" w:rsidRDefault="00A33D1D" w:rsidP="00A33D1D">
            <w:pPr>
              <w:jc w:val="center"/>
              <w:rPr>
                <w:rFonts w:ascii="Josefin Sans" w:hAnsi="Josefin Sans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5354A435" w14:textId="77777777" w:rsidR="00A33D1D" w:rsidRPr="00422BCB" w:rsidRDefault="00A33D1D" w:rsidP="00A33D1D">
            <w:pPr>
              <w:rPr>
                <w:rFonts w:cstheme="minorHAnsi"/>
              </w:rPr>
            </w:pPr>
            <w:r>
              <w:rPr>
                <w:rFonts w:cstheme="minorHAnsi"/>
              </w:rPr>
              <w:t>Kontaktisik</w:t>
            </w:r>
            <w:r w:rsidRPr="00422BCB">
              <w:rPr>
                <w:rFonts w:cstheme="minorHAnsi"/>
              </w:rPr>
              <w:t>: Martti Kelindeman</w:t>
            </w:r>
          </w:p>
        </w:tc>
      </w:tr>
      <w:tr w:rsidR="00A33D1D" w14:paraId="7F0F637D" w14:textId="77777777" w:rsidTr="001E566F">
        <w:trPr>
          <w:trHeight w:val="249"/>
        </w:trPr>
        <w:tc>
          <w:tcPr>
            <w:tcW w:w="4985" w:type="dxa"/>
            <w:shd w:val="clear" w:color="auto" w:fill="FFFFFF" w:themeFill="background1"/>
          </w:tcPr>
          <w:p w14:paraId="4E180F97" w14:textId="77777777" w:rsidR="00A33D1D" w:rsidRPr="008C2DF1" w:rsidRDefault="00A33D1D" w:rsidP="00A33D1D">
            <w:pPr>
              <w:jc w:val="center"/>
              <w:rPr>
                <w:rFonts w:ascii="Josefin Sans" w:hAnsi="Josefin Sans"/>
              </w:rPr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0C1AE6A8" w14:textId="77777777" w:rsidR="00A33D1D" w:rsidRPr="00422BCB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>Tel 552 8845</w:t>
            </w:r>
          </w:p>
        </w:tc>
      </w:tr>
      <w:tr w:rsidR="00A33D1D" w14:paraId="2826C634" w14:textId="77777777" w:rsidTr="001E566F">
        <w:trPr>
          <w:trHeight w:val="249"/>
        </w:trPr>
        <w:tc>
          <w:tcPr>
            <w:tcW w:w="4985" w:type="dxa"/>
            <w:shd w:val="clear" w:color="auto" w:fill="FFFFFF" w:themeFill="background1"/>
          </w:tcPr>
          <w:p w14:paraId="0C68B5EA" w14:textId="77777777" w:rsidR="00A33D1D" w:rsidRDefault="00A33D1D" w:rsidP="00A33D1D">
            <w:pPr>
              <w:jc w:val="center"/>
            </w:pP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 w14:paraId="28177D18" w14:textId="77777777" w:rsidR="00A33D1D" w:rsidRPr="00422BCB" w:rsidRDefault="00A33D1D" w:rsidP="00A33D1D">
            <w:pPr>
              <w:rPr>
                <w:rFonts w:cstheme="minorHAnsi"/>
              </w:rPr>
            </w:pPr>
            <w:r w:rsidRPr="00422BCB">
              <w:rPr>
                <w:rFonts w:cstheme="minorHAnsi"/>
              </w:rPr>
              <w:t>e-post</w:t>
            </w:r>
            <w:r>
              <w:rPr>
                <w:rFonts w:cstheme="minorHAnsi"/>
              </w:rPr>
              <w:t>:</w:t>
            </w:r>
            <w:r w:rsidRPr="00422BCB">
              <w:rPr>
                <w:rFonts w:cstheme="minorHAnsi"/>
              </w:rPr>
              <w:t xml:space="preserve"> info@markelin.ee</w:t>
            </w:r>
          </w:p>
        </w:tc>
      </w:tr>
    </w:tbl>
    <w:p w14:paraId="728E937A" w14:textId="77777777" w:rsidR="00F96F7C" w:rsidRDefault="00A1098E" w:rsidP="009C1E50">
      <w:r w:rsidRPr="00A33D1D">
        <w:rPr>
          <w:rFonts w:cstheme="minorHAnsi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2BCA04F" wp14:editId="795EF39A">
            <wp:simplePos x="0" y="0"/>
            <wp:positionH relativeFrom="column">
              <wp:posOffset>3068624</wp:posOffset>
            </wp:positionH>
            <wp:positionV relativeFrom="margin">
              <wp:posOffset>7564120</wp:posOffset>
            </wp:positionV>
            <wp:extent cx="3798316" cy="1316778"/>
            <wp:effectExtent l="0" t="0" r="0" b="4445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316" cy="1316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6F7C" w:rsidSect="00D155C6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972A3" w14:textId="77777777" w:rsidR="006B0870" w:rsidRDefault="006B0870" w:rsidP="00681C46">
      <w:pPr>
        <w:spacing w:after="0" w:line="240" w:lineRule="auto"/>
      </w:pPr>
      <w:r>
        <w:separator/>
      </w:r>
    </w:p>
  </w:endnote>
  <w:endnote w:type="continuationSeparator" w:id="0">
    <w:p w14:paraId="5E459A1A" w14:textId="77777777" w:rsidR="006B0870" w:rsidRDefault="006B0870" w:rsidP="00681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ans">
    <w:altName w:val="Josefin Sans"/>
    <w:charset w:val="00"/>
    <w:family w:val="auto"/>
    <w:pitch w:val="variable"/>
    <w:sig w:usb0="A00000FF" w:usb1="4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1E030" w14:textId="7DBF1F07" w:rsidR="00C81F6F" w:rsidRPr="00A33D1D" w:rsidRDefault="00B104E5" w:rsidP="00C81F6F">
    <w:pPr>
      <w:pStyle w:val="Footer"/>
      <w:jc w:val="center"/>
      <w:rPr>
        <w:rFonts w:cstheme="minorHAnsi"/>
      </w:rPr>
    </w:pPr>
    <w:r>
      <w:rPr>
        <w:rFonts w:cstheme="minorHAnsi"/>
      </w:rPr>
      <w:t>August</w:t>
    </w:r>
    <w:r w:rsidR="00C81F6F" w:rsidRPr="00A33D1D">
      <w:rPr>
        <w:rFonts w:cstheme="minorHAnsi"/>
      </w:rPr>
      <w:t xml:space="preserve"> 202</w:t>
    </w:r>
    <w:r>
      <w:rPr>
        <w:rFonts w:cstheme="min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4B0EC" w14:textId="77777777" w:rsidR="006B0870" w:rsidRDefault="006B0870" w:rsidP="00681C46">
      <w:pPr>
        <w:spacing w:after="0" w:line="240" w:lineRule="auto"/>
      </w:pPr>
      <w:r>
        <w:separator/>
      </w:r>
    </w:p>
  </w:footnote>
  <w:footnote w:type="continuationSeparator" w:id="0">
    <w:p w14:paraId="2AB689D3" w14:textId="77777777" w:rsidR="006B0870" w:rsidRDefault="006B0870" w:rsidP="00681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0669F" w14:textId="77777777" w:rsidR="00681C46" w:rsidRDefault="00D155C6" w:rsidP="00EC151D">
    <w:pPr>
      <w:pStyle w:val="Header"/>
      <w:jc w:val="center"/>
    </w:pPr>
    <w:r>
      <w:rPr>
        <w:noProof/>
      </w:rPr>
      <w:drawing>
        <wp:inline distT="0" distB="0" distL="0" distR="0" wp14:anchorId="26874D71" wp14:editId="2FB2ADF6">
          <wp:extent cx="2524388" cy="781050"/>
          <wp:effectExtent l="0" t="0" r="9525" b="0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388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DB9"/>
    <w:rsid w:val="00035E17"/>
    <w:rsid w:val="00042DB9"/>
    <w:rsid w:val="001E566F"/>
    <w:rsid w:val="00205BE6"/>
    <w:rsid w:val="00267DE8"/>
    <w:rsid w:val="002816D3"/>
    <w:rsid w:val="00285300"/>
    <w:rsid w:val="003040D0"/>
    <w:rsid w:val="003C71CC"/>
    <w:rsid w:val="00422BCB"/>
    <w:rsid w:val="00430CCE"/>
    <w:rsid w:val="004B5190"/>
    <w:rsid w:val="00603874"/>
    <w:rsid w:val="00642EC7"/>
    <w:rsid w:val="00681C46"/>
    <w:rsid w:val="006B0870"/>
    <w:rsid w:val="006E03AF"/>
    <w:rsid w:val="006F2552"/>
    <w:rsid w:val="008C2DF1"/>
    <w:rsid w:val="009C1E50"/>
    <w:rsid w:val="00A1098E"/>
    <w:rsid w:val="00A33D1D"/>
    <w:rsid w:val="00A830D6"/>
    <w:rsid w:val="00AE32D0"/>
    <w:rsid w:val="00B104E5"/>
    <w:rsid w:val="00C20A95"/>
    <w:rsid w:val="00C43D0A"/>
    <w:rsid w:val="00C81F6F"/>
    <w:rsid w:val="00CB38DB"/>
    <w:rsid w:val="00D155C6"/>
    <w:rsid w:val="00DB6F11"/>
    <w:rsid w:val="00E6753D"/>
    <w:rsid w:val="00EC151D"/>
    <w:rsid w:val="00F9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4615F9"/>
  <w15:chartTrackingRefBased/>
  <w15:docId w15:val="{62E36727-6715-4BDA-B05B-9F062B1D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E17"/>
    <w:rPr>
      <w:color w:val="092F4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4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C46"/>
  </w:style>
  <w:style w:type="paragraph" w:styleId="Footer">
    <w:name w:val="footer"/>
    <w:basedOn w:val="Normal"/>
    <w:link w:val="FooterChar"/>
    <w:uiPriority w:val="99"/>
    <w:unhideWhenUsed/>
    <w:rsid w:val="00681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ti\Dropbox\Projektkaust\P22002%20M&#245;isa%20tee%2027%20ligip&#228;&#228;s\PROJEKT\P22002_PP_TL-0-01_tiitelleh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P22002_PP_TL-0-01_tiitelleht.dotx</Template>
  <TotalTime>8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Martti</dc:creator>
  <cp:keywords/>
  <dc:description/>
  <cp:lastModifiedBy>Martti Kelindeman</cp:lastModifiedBy>
  <cp:revision>8</cp:revision>
  <cp:lastPrinted>2022-03-08T20:59:00Z</cp:lastPrinted>
  <dcterms:created xsi:type="dcterms:W3CDTF">2022-03-13T20:21:00Z</dcterms:created>
  <dcterms:modified xsi:type="dcterms:W3CDTF">2025-08-19T13:49:00Z</dcterms:modified>
</cp:coreProperties>
</file>